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4C332" w14:textId="643AF67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D0BC6" w:rsidRPr="00AD0BC6">
        <w:rPr>
          <w:rFonts w:ascii="Corbel" w:hAnsi="Corbel"/>
          <w:bCs/>
          <w:i/>
        </w:rPr>
        <w:t xml:space="preserve"> </w:t>
      </w:r>
      <w:r w:rsidR="00AD0BC6" w:rsidRPr="00AD0BC6">
        <w:rPr>
          <w:rFonts w:ascii="Corbel" w:hAnsi="Corbel" w:cs="Arial"/>
        </w:rPr>
        <w:t>7/2023</w:t>
      </w:r>
    </w:p>
    <w:p w14:paraId="3291334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68E3AB" w14:textId="4C0ECFA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129BF">
        <w:rPr>
          <w:rFonts w:ascii="Corbel" w:hAnsi="Corbel"/>
          <w:i/>
          <w:smallCaps/>
          <w:sz w:val="24"/>
          <w:szCs w:val="24"/>
        </w:rPr>
        <w:t xml:space="preserve"> </w:t>
      </w:r>
      <w:r w:rsidR="00406211">
        <w:rPr>
          <w:rFonts w:ascii="Corbel" w:hAnsi="Corbel"/>
          <w:i/>
          <w:smallCaps/>
          <w:sz w:val="24"/>
          <w:szCs w:val="24"/>
        </w:rPr>
        <w:t>202</w:t>
      </w:r>
      <w:r w:rsidR="00AD0BC6">
        <w:rPr>
          <w:rFonts w:ascii="Corbel" w:hAnsi="Corbel"/>
          <w:i/>
          <w:smallCaps/>
          <w:sz w:val="24"/>
          <w:szCs w:val="24"/>
        </w:rPr>
        <w:t>3</w:t>
      </w:r>
      <w:r w:rsidR="00406211">
        <w:rPr>
          <w:rFonts w:ascii="Corbel" w:hAnsi="Corbel"/>
          <w:i/>
          <w:smallCaps/>
          <w:sz w:val="24"/>
          <w:szCs w:val="24"/>
        </w:rPr>
        <w:t>–202</w:t>
      </w:r>
      <w:r w:rsidR="00AD0BC6">
        <w:rPr>
          <w:rFonts w:ascii="Corbel" w:hAnsi="Corbel"/>
          <w:i/>
          <w:smallCaps/>
          <w:sz w:val="24"/>
          <w:szCs w:val="24"/>
        </w:rPr>
        <w:t>5</w:t>
      </w:r>
    </w:p>
    <w:p w14:paraId="5DF2C56D" w14:textId="384E20D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40621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8CCA2D" w14:textId="78C433A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0621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68148B">
        <w:rPr>
          <w:rFonts w:ascii="Corbel" w:hAnsi="Corbel"/>
          <w:sz w:val="20"/>
          <w:szCs w:val="20"/>
        </w:rPr>
        <w:t xml:space="preserve">ok akademicki </w:t>
      </w:r>
      <w:r w:rsidR="00E76172">
        <w:rPr>
          <w:rFonts w:ascii="Corbel" w:hAnsi="Corbel"/>
          <w:sz w:val="20"/>
          <w:szCs w:val="20"/>
        </w:rPr>
        <w:t>202</w:t>
      </w:r>
      <w:r w:rsidR="00AD0BC6">
        <w:rPr>
          <w:rFonts w:ascii="Corbel" w:hAnsi="Corbel"/>
          <w:sz w:val="20"/>
          <w:szCs w:val="20"/>
        </w:rPr>
        <w:t>4</w:t>
      </w:r>
      <w:r w:rsidR="00E76172">
        <w:rPr>
          <w:rFonts w:ascii="Corbel" w:hAnsi="Corbel"/>
          <w:sz w:val="20"/>
          <w:szCs w:val="20"/>
        </w:rPr>
        <w:t>/202</w:t>
      </w:r>
      <w:r w:rsidR="00AD0BC6">
        <w:rPr>
          <w:rFonts w:ascii="Corbel" w:hAnsi="Corbel"/>
          <w:sz w:val="20"/>
          <w:szCs w:val="20"/>
        </w:rPr>
        <w:t>5</w:t>
      </w:r>
    </w:p>
    <w:p w14:paraId="453509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BC1A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0A5688" w14:textId="77777777" w:rsidTr="00B819C8">
        <w:tc>
          <w:tcPr>
            <w:tcW w:w="2694" w:type="dxa"/>
            <w:vAlign w:val="center"/>
          </w:tcPr>
          <w:p w14:paraId="315538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7D81B" w14:textId="77777777" w:rsidR="0085747A" w:rsidRPr="00DB0CD5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B0CD5">
              <w:rPr>
                <w:rFonts w:ascii="Corbel" w:hAnsi="Corbel"/>
                <w:bCs/>
                <w:sz w:val="24"/>
                <w:szCs w:val="24"/>
              </w:rPr>
              <w:t>Interwencja kryzysowa w pracy z rodziną</w:t>
            </w:r>
          </w:p>
        </w:tc>
      </w:tr>
      <w:tr w:rsidR="0085747A" w:rsidRPr="009C54AE" w14:paraId="440AFC94" w14:textId="77777777" w:rsidTr="00B819C8">
        <w:tc>
          <w:tcPr>
            <w:tcW w:w="2694" w:type="dxa"/>
            <w:vAlign w:val="center"/>
          </w:tcPr>
          <w:p w14:paraId="0DA667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D45699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P2S[3]F_01</w:t>
            </w:r>
          </w:p>
        </w:tc>
      </w:tr>
      <w:tr w:rsidR="0085747A" w:rsidRPr="009C54AE" w14:paraId="4977BEDC" w14:textId="77777777" w:rsidTr="00B819C8">
        <w:tc>
          <w:tcPr>
            <w:tcW w:w="2694" w:type="dxa"/>
            <w:vAlign w:val="center"/>
          </w:tcPr>
          <w:p w14:paraId="7488A1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BBB93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260DC4" w14:textId="77777777" w:rsidTr="00B819C8">
        <w:tc>
          <w:tcPr>
            <w:tcW w:w="2694" w:type="dxa"/>
            <w:vAlign w:val="center"/>
          </w:tcPr>
          <w:p w14:paraId="11E1CA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16DCEC" w14:textId="7CF47EDE" w:rsidR="0085747A" w:rsidRPr="009C54AE" w:rsidRDefault="00DB0CD5" w:rsidP="00DB0C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0CD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3F237A56" w14:textId="77777777" w:rsidTr="00B819C8">
        <w:tc>
          <w:tcPr>
            <w:tcW w:w="2694" w:type="dxa"/>
            <w:vAlign w:val="center"/>
          </w:tcPr>
          <w:p w14:paraId="44EB1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ACA430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7DD5C06" w14:textId="77777777" w:rsidTr="00B819C8">
        <w:tc>
          <w:tcPr>
            <w:tcW w:w="2694" w:type="dxa"/>
            <w:vAlign w:val="center"/>
          </w:tcPr>
          <w:p w14:paraId="4F19183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C31A87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14A43A1C" w14:textId="77777777" w:rsidTr="00B819C8">
        <w:tc>
          <w:tcPr>
            <w:tcW w:w="2694" w:type="dxa"/>
            <w:vAlign w:val="center"/>
          </w:tcPr>
          <w:p w14:paraId="72202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A1B4DC" w14:textId="032078BB" w:rsidR="0085747A" w:rsidRPr="009C54AE" w:rsidRDefault="00724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65CC3F" w14:textId="77777777" w:rsidTr="00B819C8">
        <w:tc>
          <w:tcPr>
            <w:tcW w:w="2694" w:type="dxa"/>
            <w:vAlign w:val="center"/>
          </w:tcPr>
          <w:p w14:paraId="7B5604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E4B7A4" w14:textId="7B56E517" w:rsidR="0085747A" w:rsidRPr="009C54AE" w:rsidRDefault="00724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53D99186" w14:textId="77777777" w:rsidTr="00B819C8">
        <w:tc>
          <w:tcPr>
            <w:tcW w:w="2694" w:type="dxa"/>
            <w:vAlign w:val="center"/>
          </w:tcPr>
          <w:p w14:paraId="6E595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D880FE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="0085747A" w:rsidRPr="009C54AE" w14:paraId="5B4D2AB6" w14:textId="77777777" w:rsidTr="00B819C8">
        <w:tc>
          <w:tcPr>
            <w:tcW w:w="2694" w:type="dxa"/>
            <w:vAlign w:val="center"/>
          </w:tcPr>
          <w:p w14:paraId="5CB0A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3B902" w14:textId="37AEF503" w:rsidR="0085747A" w:rsidRPr="009C54AE" w:rsidRDefault="00724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771DFA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6E87F065" w14:textId="77777777" w:rsidTr="00B819C8">
        <w:tc>
          <w:tcPr>
            <w:tcW w:w="2694" w:type="dxa"/>
            <w:vAlign w:val="center"/>
          </w:tcPr>
          <w:p w14:paraId="3A6C6F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4DC65" w14:textId="188CCCEA" w:rsidR="00923D7D" w:rsidRPr="009C54AE" w:rsidRDefault="00724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85747A" w:rsidRPr="009C54AE" w14:paraId="0EE6CB7F" w14:textId="77777777" w:rsidTr="00B819C8">
        <w:tc>
          <w:tcPr>
            <w:tcW w:w="2694" w:type="dxa"/>
            <w:vAlign w:val="center"/>
          </w:tcPr>
          <w:p w14:paraId="701E4D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8FF640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9C54AE" w14:paraId="181F3552" w14:textId="77777777" w:rsidTr="00B819C8">
        <w:tc>
          <w:tcPr>
            <w:tcW w:w="2694" w:type="dxa"/>
            <w:vAlign w:val="center"/>
          </w:tcPr>
          <w:p w14:paraId="47197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E6462E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04D3F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AEEA1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56E5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E6B29D3" w14:textId="77777777" w:rsidTr="004B3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3A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9D2F2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66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B8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B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0A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54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B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40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1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EFC43" w14:textId="77777777" w:rsidTr="004B3D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5A6B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1BF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054A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A6C0" w14:textId="77777777" w:rsidR="00015B8F" w:rsidRPr="009C54AE" w:rsidRDefault="00F07C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D670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537E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C339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08E5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12F6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0BB4" w14:textId="77777777" w:rsidR="00015B8F" w:rsidRPr="009C54AE" w:rsidRDefault="003B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AD997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E67DF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A7A77" w14:textId="42CF9DA2" w:rsidR="0085747A" w:rsidRPr="009C54AE" w:rsidRDefault="0040621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A4890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3B900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6801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08441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7D3AE7" w14:textId="77777777" w:rsidR="00406211" w:rsidRDefault="004A48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782A00BF" w14:textId="31DF2AE4" w:rsidR="009C54AE" w:rsidRDefault="004A4890" w:rsidP="0040621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7E6B950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40E7EB" w14:textId="34499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5C3574E" w14:textId="77777777" w:rsidR="00406211" w:rsidRPr="009C54AE" w:rsidRDefault="0040621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F1D89E" w14:textId="77777777" w:rsidTr="00745302">
        <w:tc>
          <w:tcPr>
            <w:tcW w:w="9670" w:type="dxa"/>
          </w:tcPr>
          <w:p w14:paraId="550DC2AA" w14:textId="77777777" w:rsidR="0085747A" w:rsidRPr="009C54AE" w:rsidRDefault="004A4890" w:rsidP="0072465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elementarnej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przez studenta z zakresu przedmiotów: metodyka p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racy socjalnej: geneza i rozwój, praca socjalna i jej nowe kierunki oraz poradnictwo rodzinne i diagnoza problemowa rodziny.</w:t>
            </w:r>
          </w:p>
        </w:tc>
      </w:tr>
    </w:tbl>
    <w:p w14:paraId="580FD3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36A4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4240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AD89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8E7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D1363" w:rsidRPr="009C54AE" w14:paraId="4781A688" w14:textId="77777777" w:rsidTr="004D1363">
        <w:tc>
          <w:tcPr>
            <w:tcW w:w="845" w:type="dxa"/>
            <w:vAlign w:val="center"/>
          </w:tcPr>
          <w:p w14:paraId="71DC5AD1" w14:textId="77777777" w:rsidR="004D1363" w:rsidRPr="009C54AE" w:rsidRDefault="004D1363" w:rsidP="004D13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94FB83" w14:textId="77777777" w:rsidR="004D1363" w:rsidRDefault="004D1363" w:rsidP="004D1363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studentom dotyczącej kryzysu oraz specyfiki interwencji kryzysowej w rodzinie.</w:t>
            </w:r>
          </w:p>
        </w:tc>
      </w:tr>
      <w:tr w:rsidR="004D1363" w:rsidRPr="009C54AE" w14:paraId="7E053534" w14:textId="77777777" w:rsidTr="004D1363">
        <w:tc>
          <w:tcPr>
            <w:tcW w:w="845" w:type="dxa"/>
            <w:vAlign w:val="center"/>
          </w:tcPr>
          <w:p w14:paraId="53DE965B" w14:textId="77777777" w:rsidR="004D1363" w:rsidRPr="009C54AE" w:rsidRDefault="004D1363" w:rsidP="004D136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D3B10EE" w14:textId="77777777" w:rsidR="004D1363" w:rsidRPr="009C54AE" w:rsidRDefault="004D1363" w:rsidP="004D136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D1363"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>Wykształcenie</w:t>
            </w:r>
            <w:r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 xml:space="preserve"> wśród studentów</w:t>
            </w:r>
            <w:r w:rsidRPr="004D1363"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 xml:space="preserve"> umiejętności podejmowania interwencji w sytuacjach kryzysowych.</w:t>
            </w:r>
          </w:p>
        </w:tc>
      </w:tr>
      <w:tr w:rsidR="004D1363" w:rsidRPr="009C54AE" w14:paraId="34E7E4D4" w14:textId="77777777" w:rsidTr="000738FA">
        <w:tc>
          <w:tcPr>
            <w:tcW w:w="845" w:type="dxa"/>
            <w:vAlign w:val="center"/>
          </w:tcPr>
          <w:p w14:paraId="28D6F551" w14:textId="77777777" w:rsidR="004D1363" w:rsidRPr="009C54AE" w:rsidRDefault="004D1363" w:rsidP="004D13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8DEDC8" w14:textId="77777777" w:rsidR="004D1363" w:rsidRDefault="004D1363" w:rsidP="004D1363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procedur i działań podejmowanych w interwencji kryzysowej.</w:t>
            </w:r>
          </w:p>
        </w:tc>
      </w:tr>
    </w:tbl>
    <w:p w14:paraId="3F4264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0F665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6D52B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2452BA2" w14:textId="77777777" w:rsidTr="00703B69">
        <w:tc>
          <w:tcPr>
            <w:tcW w:w="1681" w:type="dxa"/>
            <w:vAlign w:val="center"/>
          </w:tcPr>
          <w:p w14:paraId="6AE0CA9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CC9DA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DDB3B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12C24DD" w14:textId="77777777" w:rsidTr="00703B69">
        <w:tc>
          <w:tcPr>
            <w:tcW w:w="1681" w:type="dxa"/>
          </w:tcPr>
          <w:p w14:paraId="22A7B4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3CD99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prawidłowości  oraz dysfunkcje występujące w strukturze więzi społecznych w rodzinie i społeczności lokalnej.</w:t>
            </w:r>
          </w:p>
        </w:tc>
        <w:tc>
          <w:tcPr>
            <w:tcW w:w="1865" w:type="dxa"/>
          </w:tcPr>
          <w:p w14:paraId="56832B97" w14:textId="1394A56B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0427D25" w14:textId="77777777" w:rsidTr="00703B69">
        <w:tc>
          <w:tcPr>
            <w:tcW w:w="1681" w:type="dxa"/>
          </w:tcPr>
          <w:p w14:paraId="158EE0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36C558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uporządkowaną wiedzę z zakresu etyki zawodowej oraz zasad i norm etycznych niezbędnych w pracy z rodziną w kryzysie. </w:t>
            </w:r>
          </w:p>
        </w:tc>
        <w:tc>
          <w:tcPr>
            <w:tcW w:w="1865" w:type="dxa"/>
          </w:tcPr>
          <w:p w14:paraId="413D85CA" w14:textId="7299CE40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9C54AE" w14:paraId="3313D349" w14:textId="77777777" w:rsidTr="00703B69">
        <w:tc>
          <w:tcPr>
            <w:tcW w:w="1681" w:type="dxa"/>
          </w:tcPr>
          <w:p w14:paraId="41C7E608" w14:textId="77777777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D0A8D5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dostrzegać i prawidłowo interpretować zjawisko kryzysu w rodzinie oraz ich przyczyny (w tym prawne i ekonomiczne), a także relacje jakie między nimi zachodzą z zastosowaniem teorii i pojęć z zakresu pracy socjalnej. </w:t>
            </w:r>
          </w:p>
        </w:tc>
        <w:tc>
          <w:tcPr>
            <w:tcW w:w="1865" w:type="dxa"/>
          </w:tcPr>
          <w:p w14:paraId="5BE9CABE" w14:textId="033493E5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703B69" w:rsidRPr="009C54AE" w14:paraId="066571F1" w14:textId="77777777" w:rsidTr="00703B69">
        <w:tc>
          <w:tcPr>
            <w:tcW w:w="1681" w:type="dxa"/>
          </w:tcPr>
          <w:p w14:paraId="1A9D5F74" w14:textId="77777777" w:rsidR="00703B69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263A701" w14:textId="77777777" w:rsidR="00703B69" w:rsidRPr="009C54AE" w:rsidRDefault="0044294A" w:rsidP="00B14F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zjawiska społeczne (kulturowe, prawne, polityczne i ekonomiczne) zachodzące w społeczeństwie i mogące prowadzić do kryzysu w rodzinie </w:t>
            </w:r>
            <w:r w:rsidR="00B14F83">
              <w:rPr>
                <w:rFonts w:ascii="Corbel" w:hAnsi="Corbel"/>
                <w:b w:val="0"/>
                <w:smallCaps w:val="0"/>
                <w:szCs w:val="24"/>
              </w:rPr>
              <w:t xml:space="preserve">oraz projektować w sposób innowacyjny rozwiązania prowadzące do zniwelowania lub ograniczenia kryzysu w rodzinie z wykorzystaniem klasycznych i najnowszych metod pracy socjalnej. </w:t>
            </w:r>
          </w:p>
        </w:tc>
        <w:tc>
          <w:tcPr>
            <w:tcW w:w="1865" w:type="dxa"/>
          </w:tcPr>
          <w:p w14:paraId="640A9E3D" w14:textId="75D2859D" w:rsidR="00703B69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CD0CD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6D008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BA75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364D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A30303" w14:textId="77777777" w:rsidTr="00B27100">
        <w:tc>
          <w:tcPr>
            <w:tcW w:w="9520" w:type="dxa"/>
          </w:tcPr>
          <w:p w14:paraId="3F3F6F70" w14:textId="77777777" w:rsidR="0085747A" w:rsidRPr="00B271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8477357" w14:textId="77777777" w:rsidTr="00B27100">
        <w:tc>
          <w:tcPr>
            <w:tcW w:w="9520" w:type="dxa"/>
          </w:tcPr>
          <w:p w14:paraId="2BB77670" w14:textId="77777777" w:rsidR="0085747A" w:rsidRPr="009C54AE" w:rsidRDefault="00B2710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820A37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2C551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CA128D" w14:textId="6C9DFC34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3E156DF" w14:textId="77777777" w:rsidR="00724656" w:rsidRPr="009C54AE" w:rsidRDefault="00724656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651673" w14:textId="77777777" w:rsidTr="00B27100">
        <w:tc>
          <w:tcPr>
            <w:tcW w:w="9520" w:type="dxa"/>
          </w:tcPr>
          <w:p w14:paraId="45367CF8" w14:textId="77777777" w:rsidR="0085747A" w:rsidRPr="00B271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B27100" w:rsidRPr="009C54AE" w14:paraId="50307F03" w14:textId="77777777" w:rsidTr="00B27100">
        <w:tc>
          <w:tcPr>
            <w:tcW w:w="9520" w:type="dxa"/>
          </w:tcPr>
          <w:p w14:paraId="7F1B2A3E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Kryzys, jego rodzaje i interwencja kryzysowa: rozumienie zjawiska kryzysu, teoria kryzysu w</w:t>
            </w:r>
            <w:r w:rsidR="006D7901" w:rsidRPr="006D7901">
              <w:rPr>
                <w:sz w:val="24"/>
                <w:szCs w:val="24"/>
              </w:rPr>
              <w:t>edłu</w:t>
            </w:r>
            <w:r w:rsidRPr="006D7901">
              <w:rPr>
                <w:sz w:val="24"/>
                <w:szCs w:val="24"/>
              </w:rPr>
              <w:t xml:space="preserve">g </w:t>
            </w:r>
            <w:r w:rsidR="00B572EC" w:rsidRPr="006D7901">
              <w:rPr>
                <w:sz w:val="24"/>
                <w:szCs w:val="24"/>
              </w:rPr>
              <w:t>Caplana, Lazarusa</w:t>
            </w:r>
            <w:r w:rsidRPr="006D7901">
              <w:rPr>
                <w:sz w:val="24"/>
                <w:szCs w:val="24"/>
              </w:rPr>
              <w:t>.</w:t>
            </w:r>
            <w:r w:rsidR="00B572EC" w:rsidRPr="006D7901">
              <w:rPr>
                <w:sz w:val="24"/>
                <w:szCs w:val="24"/>
              </w:rPr>
              <w:t xml:space="preserve"> Psychoanalityczna teoria rozwoju osobowości Eriksona.</w:t>
            </w:r>
          </w:p>
        </w:tc>
      </w:tr>
      <w:tr w:rsidR="00B27100" w:rsidRPr="009C54AE" w14:paraId="7048AAEB" w14:textId="77777777" w:rsidTr="00B27100">
        <w:tc>
          <w:tcPr>
            <w:tcW w:w="9520" w:type="dxa"/>
          </w:tcPr>
          <w:p w14:paraId="6F8584E8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Czynniki ryzyka sprzy</w:t>
            </w:r>
            <w:r w:rsidR="006D7901" w:rsidRPr="006D7901">
              <w:rPr>
                <w:sz w:val="24"/>
                <w:szCs w:val="24"/>
              </w:rPr>
              <w:t xml:space="preserve">jające powstaniu kryzysu. </w:t>
            </w:r>
          </w:p>
        </w:tc>
      </w:tr>
      <w:tr w:rsidR="00B27100" w:rsidRPr="009C54AE" w14:paraId="47E1D3D7" w14:textId="77777777" w:rsidTr="00B27100">
        <w:tc>
          <w:tcPr>
            <w:tcW w:w="9520" w:type="dxa"/>
          </w:tcPr>
          <w:p w14:paraId="2ED1F647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Prz</w:t>
            </w:r>
            <w:r w:rsidR="006D7901" w:rsidRPr="006D7901">
              <w:rPr>
                <w:sz w:val="24"/>
                <w:szCs w:val="24"/>
              </w:rPr>
              <w:t xml:space="preserve">ebieg reakcji kryzysowej. </w:t>
            </w:r>
          </w:p>
        </w:tc>
      </w:tr>
      <w:tr w:rsidR="00B27100" w:rsidRPr="009C54AE" w14:paraId="40939471" w14:textId="77777777" w:rsidTr="00B27100">
        <w:tc>
          <w:tcPr>
            <w:tcW w:w="9520" w:type="dxa"/>
          </w:tcPr>
          <w:p w14:paraId="3D88B4F9" w14:textId="77777777" w:rsidR="00B27100" w:rsidRPr="006D7901" w:rsidRDefault="00B27100" w:rsidP="006979CB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Specyfika interwencji kryzysowej </w:t>
            </w:r>
            <w:r w:rsidR="006979CB" w:rsidRPr="006D7901">
              <w:rPr>
                <w:rFonts w:ascii="Calibri" w:hAnsi="Calibri"/>
              </w:rPr>
              <w:t>w przypadku przemocy w rodzinie</w:t>
            </w:r>
            <w:r w:rsidR="006D7901" w:rsidRPr="006D7901">
              <w:rPr>
                <w:rFonts w:ascii="Calibri" w:hAnsi="Calibri"/>
              </w:rPr>
              <w:t xml:space="preserve">. </w:t>
            </w:r>
          </w:p>
        </w:tc>
      </w:tr>
      <w:tr w:rsidR="006979CB" w:rsidRPr="009C54AE" w14:paraId="72FF4D94" w14:textId="77777777" w:rsidTr="00B27100">
        <w:tc>
          <w:tcPr>
            <w:tcW w:w="9520" w:type="dxa"/>
          </w:tcPr>
          <w:p w14:paraId="78B280AC" w14:textId="77777777" w:rsidR="006979CB" w:rsidRPr="006D7901" w:rsidRDefault="006979CB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Pro</w:t>
            </w:r>
            <w:r w:rsidR="00A35F51">
              <w:rPr>
                <w:rFonts w:ascii="Calibri" w:hAnsi="Calibri"/>
              </w:rPr>
              <w:t xml:space="preserve">cedura Niebieskiej Karty </w:t>
            </w:r>
            <w:r w:rsidR="00A35F51" w:rsidRPr="00A35F51">
              <w:rPr>
                <w:rFonts w:ascii="Calibri" w:hAnsi="Calibri"/>
              </w:rPr>
              <w:t>oraz Plan Bezpieczeństwa dla osoby dotkniętej przemocą w rodzinie</w:t>
            </w:r>
            <w:r w:rsidR="00A35F51">
              <w:rPr>
                <w:rFonts w:ascii="Calibri" w:hAnsi="Calibri"/>
              </w:rPr>
              <w:t>.</w:t>
            </w:r>
          </w:p>
        </w:tc>
      </w:tr>
      <w:tr w:rsidR="00B27100" w:rsidRPr="009C54AE" w14:paraId="6613EAF2" w14:textId="77777777" w:rsidTr="00B27100">
        <w:tc>
          <w:tcPr>
            <w:tcW w:w="9520" w:type="dxa"/>
          </w:tcPr>
          <w:p w14:paraId="475013C9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Modele ośrodków interwencji kryzysowej.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398DF46D" w14:textId="77777777" w:rsidTr="00B27100">
        <w:tc>
          <w:tcPr>
            <w:tcW w:w="9520" w:type="dxa"/>
          </w:tcPr>
          <w:p w14:paraId="25293975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Poznanie specyfiki fun</w:t>
            </w:r>
            <w:r w:rsidR="006D7901" w:rsidRPr="006D7901">
              <w:rPr>
                <w:rFonts w:ascii="Calibri" w:hAnsi="Calibri"/>
              </w:rPr>
              <w:t xml:space="preserve">kcjonowania OPSiK w Rzeszowie. </w:t>
            </w:r>
          </w:p>
        </w:tc>
      </w:tr>
      <w:tr w:rsidR="00B27100" w:rsidRPr="009C54AE" w14:paraId="541C17EB" w14:textId="77777777" w:rsidTr="00B27100">
        <w:tc>
          <w:tcPr>
            <w:tcW w:w="9520" w:type="dxa"/>
          </w:tcPr>
          <w:p w14:paraId="15E6D8E9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Kontakt w interwencji kryzysowej – umiejętności interwenta niezbędne w relacji z</w:t>
            </w:r>
            <w:r w:rsidR="006D7901" w:rsidRPr="006D7901">
              <w:rPr>
                <w:rFonts w:ascii="Calibri" w:hAnsi="Calibri"/>
              </w:rPr>
              <w:t xml:space="preserve"> osobą doświadczającą kryzysu. </w:t>
            </w:r>
          </w:p>
        </w:tc>
      </w:tr>
      <w:tr w:rsidR="00B27100" w:rsidRPr="009C54AE" w14:paraId="0EF1BB98" w14:textId="77777777" w:rsidTr="00B27100">
        <w:tc>
          <w:tcPr>
            <w:tcW w:w="9520" w:type="dxa"/>
          </w:tcPr>
          <w:p w14:paraId="54CE71D4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Interwencja </w:t>
            </w:r>
            <w:r w:rsidR="00325963" w:rsidRPr="006D7901">
              <w:rPr>
                <w:rFonts w:ascii="Calibri" w:hAnsi="Calibri"/>
              </w:rPr>
              <w:t xml:space="preserve">kryzysowa </w:t>
            </w:r>
            <w:r w:rsidRPr="006D7901">
              <w:rPr>
                <w:rFonts w:ascii="Calibri" w:hAnsi="Calibri"/>
              </w:rPr>
              <w:t>wobec dzieci i młodzieży</w:t>
            </w:r>
            <w:r w:rsidR="00325963" w:rsidRPr="006D7901">
              <w:rPr>
                <w:rFonts w:ascii="Calibri" w:hAnsi="Calibri"/>
              </w:rPr>
              <w:t xml:space="preserve"> z uwzględnieniem prób samobójczych i samookaleczeń</w:t>
            </w:r>
            <w:r w:rsidRPr="006D7901">
              <w:rPr>
                <w:rFonts w:ascii="Calibri" w:hAnsi="Calibri"/>
              </w:rPr>
              <w:t>.</w:t>
            </w:r>
            <w:r w:rsidR="006979CB" w:rsidRPr="006D7901">
              <w:rPr>
                <w:rFonts w:ascii="Calibri" w:hAnsi="Calibri"/>
              </w:rPr>
              <w:t xml:space="preserve"> Wniosek o wgląd w sytuację dziecka.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729D07DC" w14:textId="77777777" w:rsidTr="00B27100">
        <w:tc>
          <w:tcPr>
            <w:tcW w:w="9520" w:type="dxa"/>
          </w:tcPr>
          <w:p w14:paraId="6AB66712" w14:textId="77777777" w:rsidR="00B27100" w:rsidRPr="006D7901" w:rsidRDefault="007E4FA7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Bezpieczeństwo interwenta – praca w biurze i terenie. 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70976521" w14:textId="77777777" w:rsidTr="00B27100">
        <w:tc>
          <w:tcPr>
            <w:tcW w:w="9520" w:type="dxa"/>
          </w:tcPr>
          <w:p w14:paraId="0D437976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  <w:color w:val="00000A"/>
              </w:rPr>
            </w:pPr>
            <w:r w:rsidRPr="006D7901">
              <w:rPr>
                <w:rFonts w:ascii="Calibri" w:hAnsi="Calibri"/>
                <w:color w:val="00000A"/>
              </w:rPr>
              <w:t xml:space="preserve">Problematyka utraty i żałoby w aspekcie interwencji kryzysowej. </w:t>
            </w:r>
          </w:p>
        </w:tc>
      </w:tr>
      <w:tr w:rsidR="00B27100" w:rsidRPr="009C54AE" w14:paraId="1D683500" w14:textId="77777777" w:rsidTr="00B27100">
        <w:tc>
          <w:tcPr>
            <w:tcW w:w="9520" w:type="dxa"/>
          </w:tcPr>
          <w:p w14:paraId="7B0F84D7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Kryzysy małżeńskie i rodzinne- diagnozowanie i podejmowanie działań interwencyjnych</w:t>
            </w:r>
            <w:r w:rsidR="006D7901" w:rsidRPr="006D7901">
              <w:rPr>
                <w:rFonts w:ascii="Calibri" w:hAnsi="Calibri"/>
              </w:rPr>
              <w:t xml:space="preserve">. </w:t>
            </w:r>
          </w:p>
        </w:tc>
      </w:tr>
      <w:tr w:rsidR="00B27100" w:rsidRPr="009C54AE" w14:paraId="67318516" w14:textId="77777777" w:rsidTr="00B27100">
        <w:tc>
          <w:tcPr>
            <w:tcW w:w="9520" w:type="dxa"/>
          </w:tcPr>
          <w:p w14:paraId="41C61572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Zaliczenie przedmiotu</w:t>
            </w:r>
            <w:r w:rsidR="006D7901" w:rsidRPr="006D7901">
              <w:rPr>
                <w:rFonts w:ascii="Calibri" w:hAnsi="Calibri"/>
              </w:rPr>
              <w:t xml:space="preserve"> w formie kolokwium pisemnego.</w:t>
            </w:r>
          </w:p>
        </w:tc>
      </w:tr>
    </w:tbl>
    <w:p w14:paraId="71CB92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C22B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74956C" w14:textId="77777777" w:rsidR="00E960BB" w:rsidRPr="00724656" w:rsidRDefault="0015169F" w:rsidP="00D11980">
      <w:pPr>
        <w:pStyle w:val="Punktygwne"/>
        <w:tabs>
          <w:tab w:val="left" w:pos="284"/>
        </w:tabs>
        <w:jc w:val="both"/>
        <w:rPr>
          <w:rFonts w:ascii="Corbel" w:hAnsi="Corbel"/>
          <w:b w:val="0"/>
          <w:i/>
          <w:iCs/>
          <w:szCs w:val="24"/>
        </w:rPr>
      </w:pPr>
      <w:r w:rsidRPr="00724656">
        <w:rPr>
          <w:rFonts w:ascii="Corbel" w:hAnsi="Corbel"/>
          <w:b w:val="0"/>
          <w:i/>
          <w:iCs/>
          <w:smallCaps w:val="0"/>
          <w:szCs w:val="24"/>
        </w:rPr>
        <w:t xml:space="preserve">Konwersatorium: analiza tekstów źródłowych z dyskusją, praca w grupach, wykład konwersatoryjny, hospitacje terenowe w OPSiK w Rzeszowie. </w:t>
      </w:r>
    </w:p>
    <w:p w14:paraId="7C9559B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01A6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1218F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7F70B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1315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BDEA4F" w14:textId="77777777" w:rsidTr="00D11980">
        <w:tc>
          <w:tcPr>
            <w:tcW w:w="1962" w:type="dxa"/>
            <w:vAlign w:val="center"/>
          </w:tcPr>
          <w:p w14:paraId="123F484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C49C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B739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9264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DF1F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11980" w:rsidRPr="009C54AE" w14:paraId="24E101C6" w14:textId="77777777" w:rsidTr="00D11980">
        <w:tc>
          <w:tcPr>
            <w:tcW w:w="1962" w:type="dxa"/>
          </w:tcPr>
          <w:p w14:paraId="1AD2A44E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1DF60261" w14:textId="77777777" w:rsidR="00D11980" w:rsidRPr="00724656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Kolokwium pisemne.</w:t>
            </w:r>
          </w:p>
        </w:tc>
        <w:tc>
          <w:tcPr>
            <w:tcW w:w="2117" w:type="dxa"/>
          </w:tcPr>
          <w:p w14:paraId="01C60601" w14:textId="6BE5A955" w:rsidR="00D11980" w:rsidRPr="00724656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724656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D11980" w:rsidRPr="009C54AE" w14:paraId="7A200DC4" w14:textId="77777777" w:rsidTr="00D11980">
        <w:tc>
          <w:tcPr>
            <w:tcW w:w="1962" w:type="dxa"/>
          </w:tcPr>
          <w:p w14:paraId="670DBF41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56F058B" w14:textId="77777777" w:rsidR="00D11980" w:rsidRPr="00724656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5F3472AC" w14:textId="217AD0E2" w:rsidR="00D11980" w:rsidRPr="00724656" w:rsidRDefault="00724656" w:rsidP="00D11980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</w:p>
        </w:tc>
      </w:tr>
      <w:tr w:rsidR="00D11980" w:rsidRPr="009C54AE" w14:paraId="256AD46F" w14:textId="77777777" w:rsidTr="00D11980">
        <w:tc>
          <w:tcPr>
            <w:tcW w:w="1962" w:type="dxa"/>
          </w:tcPr>
          <w:p w14:paraId="3ABD1DE0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2FF604" w14:textId="77777777" w:rsidR="00D11980" w:rsidRPr="00724656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3EFDB08D" w14:textId="7FAC2E3D" w:rsidR="00D11980" w:rsidRPr="00724656" w:rsidRDefault="00724656" w:rsidP="00D11980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</w:p>
        </w:tc>
      </w:tr>
      <w:tr w:rsidR="00D11980" w:rsidRPr="009C54AE" w14:paraId="49739553" w14:textId="77777777" w:rsidTr="00D11980">
        <w:tc>
          <w:tcPr>
            <w:tcW w:w="1962" w:type="dxa"/>
          </w:tcPr>
          <w:p w14:paraId="0E647D8B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0310175" w14:textId="77777777" w:rsidR="00D11980" w:rsidRPr="00724656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3311B5AE" w14:textId="0B76C696" w:rsidR="00D11980" w:rsidRPr="00724656" w:rsidRDefault="00724656" w:rsidP="00D11980">
            <w:pPr>
              <w:pStyle w:val="Standard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24656">
              <w:rPr>
                <w:rFonts w:ascii="Corbel" w:hAnsi="Corbel"/>
                <w:smallCaps/>
                <w:sz w:val="24"/>
                <w:szCs w:val="24"/>
              </w:rPr>
              <w:t>Konw</w:t>
            </w:r>
          </w:p>
        </w:tc>
      </w:tr>
    </w:tbl>
    <w:p w14:paraId="723465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64E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C1670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A43F2" w14:textId="77777777" w:rsidTr="00923D7D">
        <w:tc>
          <w:tcPr>
            <w:tcW w:w="9670" w:type="dxa"/>
          </w:tcPr>
          <w:p w14:paraId="1799E26A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D81349">
              <w:rPr>
                <w:rFonts w:ascii="Corbel" w:hAnsi="Corbel"/>
                <w:sz w:val="24"/>
                <w:szCs w:val="24"/>
              </w:rPr>
              <w:t>arunki zaliczenia i jego elementy składowe:</w:t>
            </w:r>
          </w:p>
          <w:p w14:paraId="058FCDF5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1. Ocena końcowa z kolokwium zaliczeniowego – 100 %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81349">
              <w:rPr>
                <w:rFonts w:ascii="Corbel" w:hAnsi="Corbel"/>
                <w:sz w:val="24"/>
                <w:szCs w:val="24"/>
              </w:rPr>
              <w:t>(kolokwium w formie pisemnej z pytaniami otwartymi i zamkniętymi).</w:t>
            </w:r>
          </w:p>
          <w:p w14:paraId="78DCF47C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2. Aktywność na zajęciach i udział w dyskusji – dodatkowo maksymalnie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D81349">
              <w:rPr>
                <w:rFonts w:ascii="Corbel" w:hAnsi="Corbel"/>
                <w:sz w:val="24"/>
                <w:szCs w:val="24"/>
              </w:rPr>
              <w:t xml:space="preserve"> 10%. </w:t>
            </w:r>
            <w:r>
              <w:rPr>
                <w:rFonts w:ascii="Corbel" w:hAnsi="Corbel"/>
                <w:sz w:val="24"/>
                <w:szCs w:val="24"/>
              </w:rPr>
              <w:t xml:space="preserve">W przypadku osiągnięcia przez studenta wyniku 100% i posiadania przez niego znaczącej aktywności na zajęciach, dodatkowych % nie dodaje się. </w:t>
            </w:r>
          </w:p>
          <w:p w14:paraId="4F9C39FF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769DCB4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7344C2E6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2FF5E5C5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077C85EB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lastRenderedPageBreak/>
              <w:t>• 73% - 81% (4.0)</w:t>
            </w:r>
          </w:p>
          <w:p w14:paraId="4F2A498F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2454CDD7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6469713E" w14:textId="77777777" w:rsidR="0085747A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14:paraId="3C7D6E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08C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258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17890A2" w14:textId="77777777" w:rsidTr="1946EDC7">
        <w:tc>
          <w:tcPr>
            <w:tcW w:w="4962" w:type="dxa"/>
            <w:vAlign w:val="center"/>
          </w:tcPr>
          <w:p w14:paraId="3693AA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F2C4E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B4BCFD" w14:textId="77777777" w:rsidTr="1946EDC7">
        <w:tc>
          <w:tcPr>
            <w:tcW w:w="4962" w:type="dxa"/>
          </w:tcPr>
          <w:p w14:paraId="195171F8" w14:textId="19FDA99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8DE5C6" w14:textId="77777777" w:rsidR="0085747A" w:rsidRPr="009C54AE" w:rsidRDefault="00E57FF2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AC9C29" w14:textId="77777777" w:rsidTr="1946EDC7">
        <w:tc>
          <w:tcPr>
            <w:tcW w:w="4962" w:type="dxa"/>
          </w:tcPr>
          <w:p w14:paraId="5AC30A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76D3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49BB646" w14:textId="449EBF4A" w:rsidR="00C61DC5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46EDC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94BDAF6" w14:textId="77777777" w:rsidTr="1946EDC7">
        <w:tc>
          <w:tcPr>
            <w:tcW w:w="4962" w:type="dxa"/>
          </w:tcPr>
          <w:p w14:paraId="3CEF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57F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11FE0B" w14:textId="4ED30FDD" w:rsidR="00C61DC5" w:rsidRPr="009C54AE" w:rsidRDefault="69008F52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946EDC7">
              <w:rPr>
                <w:rFonts w:ascii="Corbel" w:hAnsi="Corbel"/>
                <w:sz w:val="24"/>
                <w:szCs w:val="24"/>
              </w:rPr>
              <w:t>4</w:t>
            </w:r>
            <w:r w:rsidR="003B413F" w:rsidRPr="1946EDC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0A9A1F6" w14:textId="77777777" w:rsidTr="1946EDC7">
        <w:tc>
          <w:tcPr>
            <w:tcW w:w="4962" w:type="dxa"/>
          </w:tcPr>
          <w:p w14:paraId="1E1C0F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9C8511" w14:textId="77777777" w:rsidR="0085747A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00E5B3" w14:textId="77777777" w:rsidTr="1946EDC7">
        <w:tc>
          <w:tcPr>
            <w:tcW w:w="4962" w:type="dxa"/>
          </w:tcPr>
          <w:p w14:paraId="16B72A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E4F7BE" w14:textId="77777777" w:rsidR="0085747A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78EE4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59E3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63C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19D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06211" w:rsidRPr="009C54AE" w14:paraId="09FB74C1" w14:textId="77777777" w:rsidTr="0071620A">
        <w:trPr>
          <w:trHeight w:val="397"/>
        </w:trPr>
        <w:tc>
          <w:tcPr>
            <w:tcW w:w="3544" w:type="dxa"/>
          </w:tcPr>
          <w:p w14:paraId="399E00C0" w14:textId="77777777" w:rsidR="00406211" w:rsidRPr="009C54AE" w:rsidRDefault="00406211" w:rsidP="004062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8FA009" w14:textId="3338BE7F" w:rsidR="00406211" w:rsidRPr="00406211" w:rsidRDefault="00406211" w:rsidP="004062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211">
              <w:rPr>
                <w:rFonts w:ascii="Corbel" w:hAnsi="Corbel"/>
                <w:b w:val="0"/>
              </w:rPr>
              <w:t>Nie dotyczy</w:t>
            </w:r>
          </w:p>
        </w:tc>
      </w:tr>
      <w:tr w:rsidR="00406211" w:rsidRPr="009C54AE" w14:paraId="79F06630" w14:textId="77777777" w:rsidTr="0071620A">
        <w:trPr>
          <w:trHeight w:val="397"/>
        </w:trPr>
        <w:tc>
          <w:tcPr>
            <w:tcW w:w="3544" w:type="dxa"/>
          </w:tcPr>
          <w:p w14:paraId="0EBAD0C8" w14:textId="77777777" w:rsidR="00406211" w:rsidRPr="009C54AE" w:rsidRDefault="00406211" w:rsidP="004062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E832C4" w14:textId="0E483BC6" w:rsidR="00406211" w:rsidRPr="00406211" w:rsidRDefault="00406211" w:rsidP="004062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6211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168D29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73CEE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5D5EB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A81EFF" w14:textId="77777777" w:rsidTr="0071620A">
        <w:trPr>
          <w:trHeight w:val="397"/>
        </w:trPr>
        <w:tc>
          <w:tcPr>
            <w:tcW w:w="7513" w:type="dxa"/>
          </w:tcPr>
          <w:p w14:paraId="6AB1ED2C" w14:textId="77777777" w:rsidR="0085747A" w:rsidRPr="007246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192555A2" w14:textId="0A65E121" w:rsidR="00724656" w:rsidRPr="00724656" w:rsidRDefault="00724656" w:rsidP="0072465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>Badura-Madej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(1999).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Wybrane zagadnienia interwencji kryzysowej. Poradnik dla pracowników socjalnych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Katowice: </w:t>
            </w:r>
            <w:r w:rsidRPr="00724656">
              <w:rPr>
                <w:rFonts w:ascii="Corbel" w:hAnsi="Corbel"/>
                <w:color w:val="000000"/>
                <w:sz w:val="24"/>
                <w:szCs w:val="24"/>
              </w:rPr>
              <w:t>Wyd. Śląsk</w:t>
            </w:r>
          </w:p>
          <w:p w14:paraId="34DB09DA" w14:textId="3766A3C7" w:rsidR="007E4FA7" w:rsidRPr="000045DF" w:rsidRDefault="007E4FA7" w:rsidP="0072465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Greenstone J. L., Leviton S. C.</w:t>
            </w:r>
            <w:r w:rsidR="00724656"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(2004).</w:t>
            </w:r>
            <w:r w:rsidRPr="00724656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Interwencja kryzysowa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5215C503" w14:textId="1B62DA7F" w:rsidR="006979CB" w:rsidRPr="000045DF" w:rsidRDefault="005A5EED" w:rsidP="00FA025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Wirkus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Kozłowski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(2017).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Ujęcie interdyscyplinarne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72465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Kraków: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Impuls. </w:t>
            </w:r>
          </w:p>
          <w:p w14:paraId="2833F59C" w14:textId="4BDBDD07" w:rsidR="00F85D7F" w:rsidRPr="000045DF" w:rsidRDefault="00B72DC9" w:rsidP="00FA025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Jaszczak-Kuźmińska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Michalska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(2010).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 wobec osób starszych i niepełnosprawnych. Poradnik dla pracowników pierwszego kontaktu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Pracy i Poli</w:t>
            </w:r>
            <w:r w:rsidR="006D7901"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tyki Społeczne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</w:p>
          <w:p w14:paraId="49EF8166" w14:textId="3153F191" w:rsidR="005A5EED" w:rsidRDefault="005A5EED" w:rsidP="00FA025C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Michalska K., Jaszczak-Kuźmińska D.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6D7901"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6D7901" w:rsidRPr="000045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PARPA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A032AB" w14:textId="17811073" w:rsidR="001F1BC1" w:rsidRPr="000045DF" w:rsidRDefault="001F1BC1" w:rsidP="00C77ED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Rzadkiewicz M.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(2015).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F1B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Wnuki w obliczu zbliżającej się śmierci dziadków</w:t>
            </w:r>
            <w:r w:rsidR="002575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2575B3" w:rsidRPr="002575B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W: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Owczarek K., Łazarewicz M. A. (red.), </w:t>
            </w:r>
            <w:r w:rsidRPr="001F1B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Pogoda na starość. Podręcznik skutecznego wspierania seniorów</w:t>
            </w:r>
            <w:r w:rsidR="007246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1F1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</w:t>
            </w:r>
            <w:r w:rsidR="007246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C49580" w14:textId="77777777" w:rsidR="00CF5F6A" w:rsidRPr="000045DF" w:rsidRDefault="00CF5F6A" w:rsidP="00CF5F6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45DF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Ustawa o przeciwdziałaniu przemocy w rodzinie z dn.29 lipca 2005 z pózn., zm.</w:t>
            </w:r>
          </w:p>
        </w:tc>
      </w:tr>
      <w:tr w:rsidR="0085747A" w:rsidRPr="009C54AE" w14:paraId="667436ED" w14:textId="77777777" w:rsidTr="0071620A">
        <w:trPr>
          <w:trHeight w:val="397"/>
        </w:trPr>
        <w:tc>
          <w:tcPr>
            <w:tcW w:w="7513" w:type="dxa"/>
          </w:tcPr>
          <w:p w14:paraId="4EBA1220" w14:textId="77777777" w:rsidR="0085747A" w:rsidRPr="007246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53C652" w14:textId="1556E6BE" w:rsidR="00B572EC" w:rsidRDefault="005A5EED" w:rsidP="00CF5F6A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Gumkowska I.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 xml:space="preserve"> (2017).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Skala i struktura zjawiska przemocy w rodzinie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2575B3"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Ł. Wirkus, P. Kozłowski (red.),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Ujęcie interdyscyplinarne</w:t>
            </w:r>
            <w:r w:rsidR="00724656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>Wyd. Impuls</w:t>
            </w:r>
            <w:r w:rsidR="007246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EBF6CE" w14:textId="10479393" w:rsidR="002C1052" w:rsidRPr="002C1052" w:rsidRDefault="002C1052" w:rsidP="00CF5F6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C1052">
              <w:rPr>
                <w:rFonts w:ascii="Corbel" w:hAnsi="Corbel"/>
                <w:sz w:val="24"/>
                <w:szCs w:val="24"/>
              </w:rPr>
              <w:t>Jaszczak-Kuźmińska D., Michalska K.</w:t>
            </w:r>
            <w:r w:rsidR="00724656"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2C1052">
              <w:rPr>
                <w:rFonts w:ascii="Corbel" w:hAnsi="Corbel"/>
                <w:sz w:val="24"/>
                <w:szCs w:val="24"/>
              </w:rPr>
              <w:t xml:space="preserve"> Zespoły interdyscyplinarne. Procedura „Niebieskie Karty”</w:t>
            </w:r>
            <w:r w:rsidR="00724656"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2C1052">
              <w:rPr>
                <w:rFonts w:ascii="Corbel" w:hAnsi="Corbel"/>
                <w:sz w:val="24"/>
                <w:szCs w:val="24"/>
              </w:rPr>
              <w:t>PARPA</w:t>
            </w:r>
            <w:r w:rsidR="00724656">
              <w:rPr>
                <w:rFonts w:ascii="Corbel" w:hAnsi="Corbel"/>
                <w:sz w:val="24"/>
                <w:szCs w:val="24"/>
              </w:rPr>
              <w:t>.</w:t>
            </w:r>
          </w:p>
          <w:p w14:paraId="228A3328" w14:textId="1A5C3BEC" w:rsidR="002C1052" w:rsidRDefault="002C1052" w:rsidP="00CF5F6A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Ogrodnik-Kalita A.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1052">
              <w:rPr>
                <w:rFonts w:ascii="Corbel" w:hAnsi="Corbel"/>
                <w:b w:val="0"/>
                <w:i/>
                <w:smallCaps w:val="0"/>
                <w:szCs w:val="24"/>
              </w:rPr>
              <w:t>Uzależnienie od alkoholu jako przyczyna rozkładu pożycia małżeńskiego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2575B3"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Lublin: </w:t>
            </w:r>
            <w:r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Wyd. KUL</w:t>
            </w:r>
            <w:r w:rsidR="002575B3"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14:paraId="3B527C38" w14:textId="35C3F167" w:rsidR="00CF5F6A" w:rsidRPr="00724656" w:rsidRDefault="00DE5ED0" w:rsidP="007246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Parysiewicz B.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5ED0">
              <w:rPr>
                <w:rFonts w:ascii="Corbel" w:hAnsi="Corbel"/>
                <w:b w:val="0"/>
                <w:i/>
                <w:smallCaps w:val="0"/>
                <w:szCs w:val="24"/>
              </w:rPr>
              <w:t>Dziecko jako sprawca przemocy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Chuchra, J. Jęczeń (red.), </w:t>
            </w:r>
            <w:r w:rsidRPr="00DE5ED0">
              <w:rPr>
                <w:rFonts w:ascii="Corbel" w:hAnsi="Corbel"/>
                <w:b w:val="0"/>
                <w:i/>
                <w:smallCaps w:val="0"/>
                <w:szCs w:val="24"/>
              </w:rPr>
              <w:t>Przemoc w małżeństwie i w rodzinie</w:t>
            </w:r>
            <w:r w:rsidR="002575B3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KUL</w:t>
            </w:r>
            <w:r w:rsidR="002575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36BFFFC" w14:textId="77777777" w:rsidR="0085747A" w:rsidRPr="009C54AE" w:rsidRDefault="0085747A" w:rsidP="006D79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4830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460F6" w14:textId="77777777" w:rsidR="00CE5D83" w:rsidRDefault="00CE5D83" w:rsidP="00C16ABF">
      <w:pPr>
        <w:spacing w:after="0" w:line="240" w:lineRule="auto"/>
      </w:pPr>
      <w:r>
        <w:separator/>
      </w:r>
    </w:p>
  </w:endnote>
  <w:endnote w:type="continuationSeparator" w:id="0">
    <w:p w14:paraId="2C221A31" w14:textId="77777777" w:rsidR="00CE5D83" w:rsidRDefault="00CE5D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9012789"/>
      <w:docPartObj>
        <w:docPartGallery w:val="Page Numbers (Bottom of Page)"/>
        <w:docPartUnique/>
      </w:docPartObj>
    </w:sdtPr>
    <w:sdtContent>
      <w:p w14:paraId="3F674D9A" w14:textId="77777777" w:rsidR="004A4890" w:rsidRDefault="004A48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D68">
          <w:rPr>
            <w:noProof/>
          </w:rPr>
          <w:t>6</w:t>
        </w:r>
        <w:r>
          <w:fldChar w:fldCharType="end"/>
        </w:r>
      </w:p>
    </w:sdtContent>
  </w:sdt>
  <w:p w14:paraId="7918D07D" w14:textId="77777777" w:rsidR="0068148B" w:rsidRDefault="006814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55FC3" w14:textId="77777777" w:rsidR="00CE5D83" w:rsidRDefault="00CE5D83" w:rsidP="00C16ABF">
      <w:pPr>
        <w:spacing w:after="0" w:line="240" w:lineRule="auto"/>
      </w:pPr>
      <w:r>
        <w:separator/>
      </w:r>
    </w:p>
  </w:footnote>
  <w:footnote w:type="continuationSeparator" w:id="0">
    <w:p w14:paraId="552AABC2" w14:textId="77777777" w:rsidR="00CE5D83" w:rsidRDefault="00CE5D83" w:rsidP="00C16ABF">
      <w:pPr>
        <w:spacing w:after="0" w:line="240" w:lineRule="auto"/>
      </w:pPr>
      <w:r>
        <w:continuationSeparator/>
      </w:r>
    </w:p>
  </w:footnote>
  <w:footnote w:id="1">
    <w:p w14:paraId="7F551BF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B373ED"/>
    <w:multiLevelType w:val="hybridMultilevel"/>
    <w:tmpl w:val="22F4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D1C40"/>
    <w:multiLevelType w:val="hybridMultilevel"/>
    <w:tmpl w:val="93909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404141">
    <w:abstractNumId w:val="0"/>
  </w:num>
  <w:num w:numId="2" w16cid:durableId="78870646">
    <w:abstractNumId w:val="1"/>
  </w:num>
  <w:num w:numId="3" w16cid:durableId="22645609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5DF"/>
    <w:rsid w:val="000048FD"/>
    <w:rsid w:val="000077B4"/>
    <w:rsid w:val="00015B8F"/>
    <w:rsid w:val="00020A3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594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BB6"/>
    <w:rsid w:val="00127108"/>
    <w:rsid w:val="00134B13"/>
    <w:rsid w:val="00146BC0"/>
    <w:rsid w:val="0015169F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BC1"/>
    <w:rsid w:val="001F2CA2"/>
    <w:rsid w:val="002144C0"/>
    <w:rsid w:val="0022477D"/>
    <w:rsid w:val="002278A9"/>
    <w:rsid w:val="00232677"/>
    <w:rsid w:val="002336F9"/>
    <w:rsid w:val="0024028F"/>
    <w:rsid w:val="00244ABC"/>
    <w:rsid w:val="002575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5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963"/>
    <w:rsid w:val="003343CF"/>
    <w:rsid w:val="00346FE9"/>
    <w:rsid w:val="0034759A"/>
    <w:rsid w:val="003503F6"/>
    <w:rsid w:val="003530DD"/>
    <w:rsid w:val="00363F78"/>
    <w:rsid w:val="003A0A5B"/>
    <w:rsid w:val="003A1176"/>
    <w:rsid w:val="003B413F"/>
    <w:rsid w:val="003C0BAE"/>
    <w:rsid w:val="003D18A9"/>
    <w:rsid w:val="003D6CE2"/>
    <w:rsid w:val="003E1941"/>
    <w:rsid w:val="003E2FE6"/>
    <w:rsid w:val="003E49D5"/>
    <w:rsid w:val="003F205D"/>
    <w:rsid w:val="003F38C0"/>
    <w:rsid w:val="00406211"/>
    <w:rsid w:val="00414E3C"/>
    <w:rsid w:val="0042244A"/>
    <w:rsid w:val="0042745A"/>
    <w:rsid w:val="00431D5C"/>
    <w:rsid w:val="004362C6"/>
    <w:rsid w:val="00437FA2"/>
    <w:rsid w:val="004429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95"/>
    <w:rsid w:val="004968E2"/>
    <w:rsid w:val="004A3EEA"/>
    <w:rsid w:val="004A4890"/>
    <w:rsid w:val="004A4D1F"/>
    <w:rsid w:val="004B3D94"/>
    <w:rsid w:val="004D1363"/>
    <w:rsid w:val="004D5282"/>
    <w:rsid w:val="004F1551"/>
    <w:rsid w:val="004F55A3"/>
    <w:rsid w:val="0050496F"/>
    <w:rsid w:val="005129B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5EED"/>
    <w:rsid w:val="005B75B4"/>
    <w:rsid w:val="005C080F"/>
    <w:rsid w:val="005C55E5"/>
    <w:rsid w:val="005C696A"/>
    <w:rsid w:val="005E6E85"/>
    <w:rsid w:val="005F31D2"/>
    <w:rsid w:val="00601D68"/>
    <w:rsid w:val="0061029B"/>
    <w:rsid w:val="00617230"/>
    <w:rsid w:val="00621CE1"/>
    <w:rsid w:val="00627FC9"/>
    <w:rsid w:val="00631005"/>
    <w:rsid w:val="00635482"/>
    <w:rsid w:val="00644ECB"/>
    <w:rsid w:val="00647FA8"/>
    <w:rsid w:val="00650C5F"/>
    <w:rsid w:val="00654934"/>
    <w:rsid w:val="006620D9"/>
    <w:rsid w:val="00671958"/>
    <w:rsid w:val="00675843"/>
    <w:rsid w:val="0068148B"/>
    <w:rsid w:val="00696477"/>
    <w:rsid w:val="006979CB"/>
    <w:rsid w:val="006D050F"/>
    <w:rsid w:val="006D6139"/>
    <w:rsid w:val="006D7901"/>
    <w:rsid w:val="006E5D65"/>
    <w:rsid w:val="006F1282"/>
    <w:rsid w:val="006F1FBC"/>
    <w:rsid w:val="006F31E2"/>
    <w:rsid w:val="00703B69"/>
    <w:rsid w:val="00706544"/>
    <w:rsid w:val="007072BA"/>
    <w:rsid w:val="00713723"/>
    <w:rsid w:val="0071620A"/>
    <w:rsid w:val="00724656"/>
    <w:rsid w:val="00724677"/>
    <w:rsid w:val="00725459"/>
    <w:rsid w:val="007327BD"/>
    <w:rsid w:val="00734608"/>
    <w:rsid w:val="007448E6"/>
    <w:rsid w:val="00745302"/>
    <w:rsid w:val="007461D6"/>
    <w:rsid w:val="00746EC8"/>
    <w:rsid w:val="00763BF1"/>
    <w:rsid w:val="00766FD4"/>
    <w:rsid w:val="00771DFA"/>
    <w:rsid w:val="0078168C"/>
    <w:rsid w:val="00787C2A"/>
    <w:rsid w:val="00790E27"/>
    <w:rsid w:val="007A4022"/>
    <w:rsid w:val="007A6E6E"/>
    <w:rsid w:val="007C3299"/>
    <w:rsid w:val="007C3BCC"/>
    <w:rsid w:val="007C4546"/>
    <w:rsid w:val="007D3F24"/>
    <w:rsid w:val="007D6E56"/>
    <w:rsid w:val="007E4FA7"/>
    <w:rsid w:val="007F2AC7"/>
    <w:rsid w:val="007F4155"/>
    <w:rsid w:val="0081554D"/>
    <w:rsid w:val="0081707E"/>
    <w:rsid w:val="00826404"/>
    <w:rsid w:val="008355DE"/>
    <w:rsid w:val="008449B3"/>
    <w:rsid w:val="008552A2"/>
    <w:rsid w:val="0085747A"/>
    <w:rsid w:val="0086525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2C"/>
    <w:rsid w:val="00916188"/>
    <w:rsid w:val="00923D7D"/>
    <w:rsid w:val="009508DF"/>
    <w:rsid w:val="00950DAC"/>
    <w:rsid w:val="00954A07"/>
    <w:rsid w:val="0095626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F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C"/>
    <w:rsid w:val="00AB053C"/>
    <w:rsid w:val="00AD0BC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F83"/>
    <w:rsid w:val="00B27100"/>
    <w:rsid w:val="00B3130B"/>
    <w:rsid w:val="00B40ADB"/>
    <w:rsid w:val="00B43B77"/>
    <w:rsid w:val="00B43E80"/>
    <w:rsid w:val="00B572EC"/>
    <w:rsid w:val="00B607DB"/>
    <w:rsid w:val="00B66529"/>
    <w:rsid w:val="00B72DC9"/>
    <w:rsid w:val="00B75946"/>
    <w:rsid w:val="00B8056E"/>
    <w:rsid w:val="00B819C8"/>
    <w:rsid w:val="00B82308"/>
    <w:rsid w:val="00B83513"/>
    <w:rsid w:val="00B90885"/>
    <w:rsid w:val="00B933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D3"/>
    <w:rsid w:val="00C94B98"/>
    <w:rsid w:val="00CA2B96"/>
    <w:rsid w:val="00CA5089"/>
    <w:rsid w:val="00CD6897"/>
    <w:rsid w:val="00CE5BAC"/>
    <w:rsid w:val="00CE5D83"/>
    <w:rsid w:val="00CF25BE"/>
    <w:rsid w:val="00CF5F6A"/>
    <w:rsid w:val="00CF78ED"/>
    <w:rsid w:val="00D02B25"/>
    <w:rsid w:val="00D02EBA"/>
    <w:rsid w:val="00D1198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349"/>
    <w:rsid w:val="00D8678B"/>
    <w:rsid w:val="00DA2114"/>
    <w:rsid w:val="00DA6F3B"/>
    <w:rsid w:val="00DB0CD5"/>
    <w:rsid w:val="00DE0682"/>
    <w:rsid w:val="00DE09C0"/>
    <w:rsid w:val="00DE4A14"/>
    <w:rsid w:val="00DE5ED0"/>
    <w:rsid w:val="00DF320D"/>
    <w:rsid w:val="00DF71C8"/>
    <w:rsid w:val="00E129B8"/>
    <w:rsid w:val="00E21E7D"/>
    <w:rsid w:val="00E22FBC"/>
    <w:rsid w:val="00E24BF5"/>
    <w:rsid w:val="00E25338"/>
    <w:rsid w:val="00E51E44"/>
    <w:rsid w:val="00E57FF2"/>
    <w:rsid w:val="00E63348"/>
    <w:rsid w:val="00E742AA"/>
    <w:rsid w:val="00E7617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CDD"/>
    <w:rsid w:val="00F17567"/>
    <w:rsid w:val="00F27A7B"/>
    <w:rsid w:val="00F526AF"/>
    <w:rsid w:val="00F617C3"/>
    <w:rsid w:val="00F7066B"/>
    <w:rsid w:val="00F83B28"/>
    <w:rsid w:val="00F85D7F"/>
    <w:rsid w:val="00F974DA"/>
    <w:rsid w:val="00FA025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46EDC7"/>
    <w:rsid w:val="69008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0128"/>
  <w15:docId w15:val="{C24F0199-829B-4EDF-92AF-086EE65C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B2710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A8D905-227E-499E-A02B-22F64759C1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C019AE-52E6-4030-AC60-45D427822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36C609-AB2B-44E8-BF49-1A8913A22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32D6E-7C84-463C-8039-06F9D54611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1115</Words>
  <Characters>6692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12</cp:revision>
  <cp:lastPrinted>2019-07-31T10:11:00Z</cp:lastPrinted>
  <dcterms:created xsi:type="dcterms:W3CDTF">2020-10-29T13:25:00Z</dcterms:created>
  <dcterms:modified xsi:type="dcterms:W3CDTF">2023-07-12T06:21:00Z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